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685"/>
        <w:gridCol w:w="2977"/>
        <w:gridCol w:w="2835"/>
      </w:tblGrid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Клав.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  <w:rPr>
                <w:lang w:val="en-US"/>
              </w:rPr>
            </w:pPr>
          </w:p>
        </w:tc>
        <w:tc>
          <w:tcPr>
            <w:tcW w:w="2977" w:type="dxa"/>
            <w:shd w:val="clear" w:color="auto" w:fill="FF0000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rPr>
                <w:color w:val="FFFF00"/>
              </w:rPr>
              <w:t>9</w:t>
            </w:r>
          </w:p>
        </w:tc>
        <w:tc>
          <w:tcPr>
            <w:tcW w:w="2835" w:type="dxa"/>
            <w:shd w:val="clear" w:color="auto" w:fill="FFC000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rPr>
                <w:color w:val="4F81BD"/>
              </w:rPr>
              <w:t>10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1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Пушка Огонь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Отстрел тепловых ловушек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Пушка выбор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2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Пуск оружия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Сброс предупреждения о лазерном обнаружении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3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Тример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Канал Директорного управления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4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Шквал, разориентирование, целеуказание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в центр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Шквал, Кнопка-табло «Сброс»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5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Говорить</w:t>
            </w:r>
            <w:r w:rsidRPr="00051A5D">
              <w:rPr>
                <w:lang w:val="en-US"/>
              </w:rPr>
              <w:t xml:space="preserve"> </w:t>
            </w:r>
            <w:r w:rsidRPr="00051A5D">
              <w:t>(</w:t>
            </w:r>
            <w:r w:rsidRPr="00051A5D">
              <w:rPr>
                <w:lang w:val="en-US"/>
              </w:rPr>
              <w:t>TeamSpeak</w:t>
            </w:r>
            <w:r w:rsidRPr="00051A5D">
              <w:t>)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 xml:space="preserve">Наколенный планшет, текущее положение 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Наколенный планшет, быстрый взгляд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6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Шквал, Захват цели(Авт.захват)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Кнопка-табло ВЦ (Воздушные цели)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Кнопка-табло НПЦ (Наземные цели)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7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Тормоз колес(Удерживать)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Шасси, кран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Тормоз колес (стоянка)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8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Висение Вкл/Выкл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Снижен-Марш       режим Маршрут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Снижен-Марш       режим Снижение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11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Режим оружия (Дл-Ср-Кор)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12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Автоматический доворот на цель (АДВ)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ПУИ-800, Главный (Вкл/Выкл)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  <w:rPr>
                <w:lang w:val="en-US"/>
              </w:rPr>
            </w:pPr>
            <w:r w:rsidRPr="00051A5D">
              <w:t>Лазерный</w:t>
            </w:r>
            <w:r w:rsidRPr="00051A5D">
              <w:rPr>
                <w:lang w:val="en-US"/>
              </w:rPr>
              <w:t xml:space="preserve"> </w:t>
            </w:r>
            <w:r w:rsidRPr="00051A5D">
              <w:t>дальномер (Вкл/Выкл)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  <w:rPr>
                <w:lang w:val="en-US"/>
              </w:rPr>
            </w:pPr>
            <w:r w:rsidRPr="00051A5D">
              <w:rPr>
                <w:lang w:val="en-US"/>
              </w:rPr>
              <w:t>Up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вверх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Шквал, размер прицельной рамки больше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Оружие Воздух-Воздух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  <w:rPr>
                <w:lang w:val="en-US"/>
              </w:rPr>
            </w:pPr>
            <w:r w:rsidRPr="00051A5D">
              <w:rPr>
                <w:lang w:val="en-US"/>
              </w:rPr>
              <w:t>Left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влево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23х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Внешние подвески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  <w:rPr>
                <w:lang w:val="en-US"/>
              </w:rPr>
            </w:pPr>
            <w:r w:rsidRPr="00051A5D">
              <w:rPr>
                <w:lang w:val="en-US"/>
              </w:rPr>
              <w:t>Down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вниз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Шквал, размер прицельной рамки меньше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Оружие Все подвески</w:t>
            </w:r>
          </w:p>
        </w:tc>
      </w:tr>
      <w:tr w:rsidR="009D62EF" w:rsidRPr="00051A5D" w:rsidTr="00051A5D">
        <w:tc>
          <w:tcPr>
            <w:tcW w:w="959" w:type="dxa"/>
          </w:tcPr>
          <w:p w:rsidR="009D62EF" w:rsidRPr="00051A5D" w:rsidRDefault="009D62EF" w:rsidP="00051A5D">
            <w:pPr>
              <w:spacing w:after="0" w:line="240" w:lineRule="auto"/>
              <w:ind w:firstLine="0"/>
              <w:rPr>
                <w:lang w:val="en-US"/>
              </w:rPr>
            </w:pPr>
            <w:r w:rsidRPr="00051A5D">
              <w:rPr>
                <w:lang w:val="en-US"/>
              </w:rPr>
              <w:t>Right</w:t>
            </w:r>
          </w:p>
        </w:tc>
        <w:tc>
          <w:tcPr>
            <w:tcW w:w="368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вправо</w:t>
            </w:r>
          </w:p>
        </w:tc>
        <w:tc>
          <w:tcPr>
            <w:tcW w:w="2977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Шквал 7х</w:t>
            </w:r>
          </w:p>
        </w:tc>
        <w:tc>
          <w:tcPr>
            <w:tcW w:w="2835" w:type="dxa"/>
          </w:tcPr>
          <w:p w:rsidR="009D62EF" w:rsidRPr="00051A5D" w:rsidRDefault="009D62EF" w:rsidP="00051A5D">
            <w:pPr>
              <w:spacing w:after="0" w:line="240" w:lineRule="auto"/>
              <w:ind w:firstLine="0"/>
            </w:pPr>
            <w:r w:rsidRPr="00051A5D">
              <w:t>Внутренние подвески</w:t>
            </w:r>
          </w:p>
        </w:tc>
      </w:tr>
    </w:tbl>
    <w:p w:rsidR="009D62EF" w:rsidRDefault="009D62EF" w:rsidP="00C46EAE">
      <w:pPr>
        <w:ind w:firstLine="0"/>
      </w:pPr>
      <w:bookmarkStart w:id="0" w:name="_GoBack"/>
      <w:bookmarkEnd w:id="0"/>
      <w:r>
        <w:t xml:space="preserve">Клавиши </w:t>
      </w:r>
      <w:r w:rsidRPr="00F02EA3">
        <w:rPr>
          <w:color w:val="FFFF00"/>
          <w:highlight w:val="red"/>
        </w:rPr>
        <w:t>9</w:t>
      </w:r>
      <w:r>
        <w:t xml:space="preserve">, </w:t>
      </w:r>
      <w:r w:rsidRPr="00F02EA3">
        <w:rPr>
          <w:highlight w:val="yellow"/>
        </w:rPr>
        <w:t>10</w:t>
      </w:r>
      <w:r>
        <w:t xml:space="preserve"> модификаторы</w:t>
      </w:r>
    </w:p>
    <w:p w:rsidR="009D62EF" w:rsidRPr="00C04A40" w:rsidRDefault="009D62EF" w:rsidP="007718E9">
      <w:r>
        <w:t xml:space="preserve">В игре </w:t>
      </w:r>
      <w:r w:rsidRPr="00C04A40">
        <w:t>DCS</w:t>
      </w:r>
      <w:r>
        <w:t xml:space="preserve"> </w:t>
      </w:r>
      <w:r>
        <w:rPr>
          <w:lang w:val="en-US"/>
        </w:rPr>
        <w:t>World</w:t>
      </w:r>
      <w:r w:rsidRPr="00C04A40">
        <w:t xml:space="preserve"> </w:t>
      </w:r>
      <w:r>
        <w:t xml:space="preserve">открыть:Настройки/ Управление/Ка-50 реал. Выбрать колонку джойстика. Нажать </w:t>
      </w:r>
      <w:r>
        <w:rPr>
          <w:lang w:val="en-US"/>
        </w:rPr>
        <w:t>Load</w:t>
      </w:r>
      <w:r w:rsidRPr="00C04A40">
        <w:t xml:space="preserve"> </w:t>
      </w:r>
      <w:r>
        <w:rPr>
          <w:lang w:val="en-US"/>
        </w:rPr>
        <w:t>profile</w:t>
      </w:r>
      <w:r w:rsidRPr="00C04A40">
        <w:t xml:space="preserve"> (</w:t>
      </w:r>
      <w:r>
        <w:t>Загрузить профиль</w:t>
      </w:r>
      <w:r w:rsidRPr="00C04A40">
        <w:t>)</w:t>
      </w:r>
      <w:r>
        <w:t xml:space="preserve">. Выбрать профиль </w:t>
      </w:r>
      <w:r w:rsidRPr="00C04A40">
        <w:t>Ka50-real.diff.lua</w:t>
      </w:r>
      <w:r>
        <w:t xml:space="preserve"> (предварительно распаковав его из архива). Далее Ок и работать по таблице.</w:t>
      </w:r>
    </w:p>
    <w:sectPr w:rsidR="009D62EF" w:rsidRPr="00C04A40" w:rsidSect="00936B1A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877"/>
    <w:rsid w:val="0000784A"/>
    <w:rsid w:val="00051A5D"/>
    <w:rsid w:val="004F3F6A"/>
    <w:rsid w:val="0058664C"/>
    <w:rsid w:val="005B6A9C"/>
    <w:rsid w:val="005F351B"/>
    <w:rsid w:val="006A74FE"/>
    <w:rsid w:val="007718E9"/>
    <w:rsid w:val="00936B1A"/>
    <w:rsid w:val="00947121"/>
    <w:rsid w:val="009D62EF"/>
    <w:rsid w:val="00AA1188"/>
    <w:rsid w:val="00B5776B"/>
    <w:rsid w:val="00C04A40"/>
    <w:rsid w:val="00C46EAE"/>
    <w:rsid w:val="00C86CEE"/>
    <w:rsid w:val="00D33D2C"/>
    <w:rsid w:val="00D709FE"/>
    <w:rsid w:val="00DC1877"/>
    <w:rsid w:val="00E02079"/>
    <w:rsid w:val="00F0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EE"/>
    <w:pPr>
      <w:spacing w:after="200" w:line="360" w:lineRule="auto"/>
      <w:ind w:firstLine="709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18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1</Pages>
  <Words>184</Words>
  <Characters>1050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Колобаха</dc:creator>
  <cp:keywords/>
  <dc:description/>
  <cp:lastModifiedBy>knv13</cp:lastModifiedBy>
  <cp:revision>5</cp:revision>
  <dcterms:created xsi:type="dcterms:W3CDTF">2015-03-08T06:25:00Z</dcterms:created>
  <dcterms:modified xsi:type="dcterms:W3CDTF">2015-03-10T10:18:00Z</dcterms:modified>
</cp:coreProperties>
</file>